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7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41"/>
        <w:gridCol w:w="980"/>
        <w:gridCol w:w="315"/>
      </w:tblGrid>
      <w:tr w:rsidR="001F36FB" w:rsidTr="007F1ED6">
        <w:trPr>
          <w:trHeight w:hRule="exact" w:val="400"/>
        </w:trPr>
        <w:tc>
          <w:tcPr>
            <w:tcW w:w="5103" w:type="dxa"/>
            <w:tcBorders>
              <w:top w:val="single" w:sz="6" w:space="0" w:color="auto"/>
              <w:bottom w:val="nil"/>
            </w:tcBorders>
          </w:tcPr>
          <w:p w:rsidR="00747E94" w:rsidRDefault="001F36FB" w:rsidP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50B19943" wp14:editId="48516DF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45720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4" w:type="dxa"/>
            <w:gridSpan w:val="4"/>
            <w:tcBorders>
              <w:top w:val="single" w:sz="6" w:space="0" w:color="auto"/>
              <w:bottom w:val="nil"/>
            </w:tcBorders>
          </w:tcPr>
          <w:p w:rsidR="00747E94" w:rsidRDefault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76F37EC7" wp14:editId="76539C63">
                  <wp:simplePos x="0" y="0"/>
                  <wp:positionH relativeFrom="column">
                    <wp:posOffset>123189</wp:posOffset>
                  </wp:positionH>
                  <wp:positionV relativeFrom="paragraph">
                    <wp:posOffset>130175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1003"/>
        </w:trPr>
        <w:tc>
          <w:tcPr>
            <w:tcW w:w="5103" w:type="dxa"/>
            <w:tcBorders>
              <w:top w:val="nil"/>
              <w:bottom w:val="nil"/>
            </w:tcBorders>
          </w:tcPr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C577F1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Umweltforschung Baden-Württemberg</w:t>
            </w: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:rsidTr="007F1ED6">
        <w:trPr>
          <w:trHeight w:val="846"/>
        </w:trPr>
        <w:tc>
          <w:tcPr>
            <w:tcW w:w="5103" w:type="dxa"/>
            <w:tcBorders>
              <w:top w:val="nil"/>
            </w:tcBorders>
          </w:tcPr>
          <w:p w:rsidR="001F36FB" w:rsidRDefault="001F36FB" w:rsidP="001F36FB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04" w:type="dxa"/>
            <w:gridSpan w:val="4"/>
            <w:tcBorders>
              <w:top w:val="nil"/>
            </w:tcBorders>
          </w:tcPr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:rsidR="001F36FB" w:rsidRDefault="001F36FB" w:rsidP="001F36FB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:rsidTr="007F1ED6">
        <w:trPr>
          <w:trHeight w:hRule="exact" w:val="520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1F36FB" w:rsidRDefault="001F36FB">
            <w:pPr>
              <w:spacing w:before="120" w:after="120" w:line="280" w:lineRule="exact"/>
              <w:jc w:val="center"/>
              <w:rPr>
                <w:sz w:val="26"/>
              </w:rPr>
            </w:pPr>
            <w:r>
              <w:rPr>
                <w:sz w:val="26"/>
              </w:rPr>
              <w:t>Individuelle Projektbeschreibung und Datenblatt zum Antrag auf Zuwendung</w:t>
            </w:r>
          </w:p>
        </w:tc>
      </w:tr>
      <w:tr w:rsidR="001F36FB" w:rsidTr="007F1E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Antragsteller (Institution/Unternehmen):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Projektleiter: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Institut/Abteilung: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+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Default="001F36FB">
            <w:pPr>
              <w:tabs>
                <w:tab w:val="left" w:pos="850"/>
              </w:tabs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sz w:val="22"/>
                <w:szCs w:val="22"/>
              </w:rPr>
              <w:br/>
              <w:t>Telefax: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:rsidR="001F36FB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3.</w:t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br/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Pr="007F1ED6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1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Mittel: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Verteilung der beantragten Mittel auf Kalenderjahre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2020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2021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2022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1F36FB" w:rsidRPr="007F1ED6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2023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BC5157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2024</w:t>
            </w:r>
            <w:r w:rsidR="00BC5157" w:rsidRPr="007F1ED6">
              <w:rPr>
                <w:sz w:val="22"/>
                <w:szCs w:val="22"/>
              </w:rPr>
              <w:t>:</w:t>
            </w:r>
          </w:p>
          <w:p w:rsidR="003C776C" w:rsidRPr="007F1ED6" w:rsidRDefault="003C776C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3C776C">
              <w:rPr>
                <w:color w:val="FF0000"/>
                <w:sz w:val="22"/>
                <w:szCs w:val="22"/>
              </w:rPr>
              <w:t>Geplante Laufzeit:</w:t>
            </w: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BC5157" w:rsidRPr="007F1ED6" w:rsidRDefault="00BC5157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</w:tc>
      </w:tr>
      <w:tr w:rsidR="001F36FB" w:rsidTr="002C2962">
        <w:trPr>
          <w:trHeight w:hRule="exact" w:val="853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2C2962" w:rsidRDefault="001F36FB" w:rsidP="002C2962">
            <w:pPr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Titel des beantragten Projekts (max. 150 Zeichen):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CB13D0" w:rsidRPr="00CB13D0" w:rsidRDefault="00CB13D0" w:rsidP="00654D5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</w:p>
        </w:tc>
      </w:tr>
      <w:tr w:rsidR="00CB13D0" w:rsidTr="00CB13D0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7F1ED6" w:rsidRDefault="00CB13D0" w:rsidP="00654D56">
            <w:pPr>
              <w:spacing w:before="120" w:after="12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Akronym (Kurzname):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1F36FB" w:rsidTr="002C2962">
        <w:trPr>
          <w:trHeight w:hRule="exact" w:val="74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2C2962" w:rsidRDefault="00CB13D0" w:rsidP="002C2962">
            <w:pPr>
              <w:tabs>
                <w:tab w:val="left" w:pos="459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>Ziel</w:t>
            </w:r>
            <w:r>
              <w:rPr>
                <w:sz w:val="22"/>
                <w:szCs w:val="22"/>
              </w:rPr>
              <w:t xml:space="preserve"> des beantragten </w:t>
            </w:r>
            <w:r w:rsidRPr="005204EB">
              <w:rPr>
                <w:sz w:val="22"/>
                <w:szCs w:val="22"/>
              </w:rPr>
              <w:t>Projekts</w:t>
            </w:r>
            <w:r>
              <w:rPr>
                <w:sz w:val="22"/>
                <w:szCs w:val="22"/>
              </w:rPr>
              <w:t xml:space="preserve">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Einzelvorhaben, verständliches Projektziel</w:t>
            </w:r>
            <w:r w:rsidRPr="008E20F9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>:</w:t>
            </w:r>
            <w:r w:rsidRPr="007F1ED6">
              <w:rPr>
                <w:sz w:val="22"/>
                <w:szCs w:val="22"/>
              </w:rPr>
              <w:t>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2C2962" w:rsidRPr="00561647" w:rsidRDefault="002C2962" w:rsidP="00CB13D0">
            <w:pPr>
              <w:tabs>
                <w:tab w:val="left" w:pos="459"/>
              </w:tabs>
              <w:spacing w:after="120" w:line="220" w:lineRule="exact"/>
              <w:rPr>
                <w:sz w:val="22"/>
                <w:szCs w:val="22"/>
              </w:rPr>
            </w:pPr>
          </w:p>
        </w:tc>
      </w:tr>
      <w:tr w:rsidR="00CB13D0" w:rsidTr="002C2962">
        <w:trPr>
          <w:trHeight w:hRule="exact" w:val="5815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CB13D0" w:rsidRPr="00561647" w:rsidRDefault="00CB13D0" w:rsidP="008E20F9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 xml:space="preserve">Kurzbeschreibung </w:t>
            </w:r>
            <w:r w:rsidR="008E20F9">
              <w:rPr>
                <w:sz w:val="22"/>
                <w:szCs w:val="22"/>
              </w:rPr>
              <w:t>des</w:t>
            </w:r>
            <w:r>
              <w:rPr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 xml:space="preserve">Projekts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max. 15 Zeilen</w:t>
            </w:r>
            <w:r w:rsidR="008E20F9">
              <w:rPr>
                <w:sz w:val="16"/>
                <w:szCs w:val="16"/>
              </w:rPr>
              <w:t>; Problem, Lösungsansatz, Methodik, erwartete Ergebnisse</w:t>
            </w:r>
            <w:r w:rsidRPr="008E20F9">
              <w:rPr>
                <w:sz w:val="16"/>
                <w:szCs w:val="16"/>
              </w:rPr>
              <w:t>)</w:t>
            </w:r>
            <w:r w:rsidR="008E20F9" w:rsidRPr="00561647">
              <w:rPr>
                <w:sz w:val="22"/>
                <w:szCs w:val="22"/>
              </w:rPr>
              <w:t xml:space="preserve"> </w:t>
            </w:r>
            <w:r w:rsidR="00C7692B">
              <w:rPr>
                <w:sz w:val="22"/>
                <w:szCs w:val="22"/>
              </w:rPr>
              <w:br/>
            </w:r>
            <w:r w:rsidR="00C7692B" w:rsidRPr="00C7692B">
              <w:rPr>
                <w:color w:val="FF0000"/>
                <w:sz w:val="16"/>
                <w:szCs w:val="16"/>
              </w:rPr>
              <w:t>Gesamtziel der Umsetzbarkeitsprüfung</w:t>
            </w:r>
          </w:p>
        </w:tc>
      </w:tr>
    </w:tbl>
    <w:p w:rsidR="00747E94" w:rsidRDefault="00747E94">
      <w:pPr>
        <w:rPr>
          <w:sz w:val="18"/>
        </w:rPr>
      </w:pPr>
      <w:r>
        <w:rPr>
          <w:sz w:val="18"/>
        </w:rPr>
        <w:br w:type="page"/>
      </w:r>
    </w:p>
    <w:tbl>
      <w:tblPr>
        <w:tblW w:w="0" w:type="auto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98"/>
        <w:gridCol w:w="20"/>
        <w:gridCol w:w="8539"/>
      </w:tblGrid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18164C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18164C" w:rsidRDefault="008E20F9" w:rsidP="0018164C">
            <w:pPr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Ausgangslage und Problemstellungen</w:t>
            </w:r>
            <w:r w:rsidR="0018164C">
              <w:rPr>
                <w:rFonts w:cs="Arial"/>
                <w:sz w:val="22"/>
              </w:rPr>
              <w:t xml:space="preserve"> die </w:t>
            </w:r>
            <w:r w:rsidR="0018164C" w:rsidRPr="00293DB6">
              <w:rPr>
                <w:rFonts w:cs="Arial"/>
                <w:sz w:val="22"/>
              </w:rPr>
              <w:t xml:space="preserve">zum Vorschlag dieses </w:t>
            </w:r>
            <w:r w:rsidR="0018164C">
              <w:rPr>
                <w:rFonts w:cs="Arial"/>
                <w:sz w:val="22"/>
              </w:rPr>
              <w:t>Einzelvorhabens</w:t>
            </w:r>
            <w:r w:rsidR="0018164C" w:rsidRPr="00293DB6">
              <w:rPr>
                <w:rFonts w:cs="Arial"/>
                <w:sz w:val="22"/>
              </w:rPr>
              <w:t xml:space="preserve"> geführt haben</w:t>
            </w:r>
            <w:r w:rsidR="0018164C">
              <w:rPr>
                <w:rFonts w:cs="Arial"/>
                <w:sz w:val="22"/>
              </w:rPr>
              <w:t xml:space="preserve"> darstellen. </w:t>
            </w:r>
            <w:r w:rsidR="00C7692B" w:rsidRPr="00C7692B">
              <w:rPr>
                <w:rFonts w:cs="Arial"/>
                <w:color w:val="FF0000"/>
                <w:sz w:val="16"/>
                <w:szCs w:val="16"/>
              </w:rPr>
              <w:t>Insbesondere der</w:t>
            </w:r>
            <w:r w:rsidR="00C7692B" w:rsidRPr="00C7692B">
              <w:rPr>
                <w:rFonts w:cs="Arial"/>
                <w:color w:val="FF0000"/>
                <w:sz w:val="22"/>
              </w:rPr>
              <w:t xml:space="preserve"> </w:t>
            </w:r>
            <w:r w:rsidR="00C7692B" w:rsidRPr="00C7692B">
              <w:rPr>
                <w:color w:val="FF0000"/>
                <w:sz w:val="16"/>
                <w:szCs w:val="16"/>
              </w:rPr>
              <w:t>Bezug des Vorhabens zu den Zielen der „Roadmap-Wasserstoff BW“</w:t>
            </w:r>
          </w:p>
          <w:p w:rsidR="006744CA" w:rsidRDefault="006744CA" w:rsidP="00427F13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427F13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427F1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C81011" w:rsidP="00C303F5">
            <w:pPr>
              <w:spacing w:line="240" w:lineRule="atLeast"/>
              <w:rPr>
                <w:sz w:val="16"/>
                <w:szCs w:val="16"/>
              </w:rPr>
            </w:pPr>
            <w:r>
              <w:t>Konkrete Arbeitsziele des Vorhabens, die auf die o. g. Problemstellung aufbauen.</w:t>
            </w:r>
          </w:p>
          <w:p w:rsidR="006744CA" w:rsidRDefault="006744CA" w:rsidP="00427F13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427F13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03066" w:rsidRPr="00193DFA" w:rsidTr="006744CA">
        <w:trPr>
          <w:trHeight w:val="522"/>
        </w:trPr>
        <w:tc>
          <w:tcPr>
            <w:tcW w:w="498" w:type="dxa"/>
          </w:tcPr>
          <w:p w:rsidR="00603066" w:rsidRPr="007F1ED6" w:rsidRDefault="006744C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603066" w:rsidRPr="007F1ED6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427F13" w:rsidP="00C303F5">
            <w:pPr>
              <w:spacing w:line="240" w:lineRule="atLeast"/>
              <w:rPr>
                <w:sz w:val="22"/>
                <w:szCs w:val="22"/>
              </w:rPr>
            </w:pPr>
            <w:r w:rsidRPr="00427F13">
              <w:rPr>
                <w:sz w:val="22"/>
                <w:szCs w:val="22"/>
              </w:rPr>
              <w:t xml:space="preserve">Stand </w:t>
            </w:r>
            <w:r>
              <w:rPr>
                <w:sz w:val="22"/>
                <w:szCs w:val="22"/>
              </w:rPr>
              <w:t xml:space="preserve">der Wissenschaft und Technik, </w:t>
            </w:r>
            <w:r w:rsidRPr="00427F13">
              <w:rPr>
                <w:sz w:val="22"/>
                <w:szCs w:val="22"/>
              </w:rPr>
              <w:t xml:space="preserve">sowie Kurzdarstellung des Unternehmens </w:t>
            </w:r>
            <w:r>
              <w:rPr>
                <w:sz w:val="22"/>
                <w:szCs w:val="22"/>
              </w:rPr>
              <w:t xml:space="preserve">(Mitarbeiteranzahl, Umsatz, Kompetenzen) </w:t>
            </w:r>
            <w:r w:rsidRPr="00427F13">
              <w:rPr>
                <w:sz w:val="22"/>
                <w:szCs w:val="22"/>
              </w:rPr>
              <w:t>und bisheriger Arbeiten (Ausgangssituation)</w:t>
            </w:r>
          </w:p>
          <w:p w:rsidR="001D1F42" w:rsidRDefault="001D1F42" w:rsidP="006744CA">
            <w:pPr>
              <w:spacing w:line="240" w:lineRule="atLeast"/>
              <w:rPr>
                <w:sz w:val="22"/>
                <w:szCs w:val="22"/>
              </w:rPr>
            </w:pPr>
          </w:p>
          <w:p w:rsidR="001D1F42" w:rsidRPr="007F1ED6" w:rsidRDefault="001D1F42" w:rsidP="002B454F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</w:tr>
      <w:tr w:rsidR="00262944" w:rsidRPr="00561647" w:rsidTr="00427F13">
        <w:trPr>
          <w:trHeight w:val="1545"/>
        </w:trPr>
        <w:tc>
          <w:tcPr>
            <w:tcW w:w="498" w:type="dxa"/>
          </w:tcPr>
          <w:p w:rsidR="00262944" w:rsidRPr="00561647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616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8559" w:type="dxa"/>
            <w:gridSpan w:val="2"/>
          </w:tcPr>
          <w:p w:rsidR="00262944" w:rsidRPr="007F1ED6" w:rsidRDefault="00427F13" w:rsidP="00427F13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  <w:r w:rsidRPr="00427F13">
              <w:rPr>
                <w:color w:val="FF0000"/>
                <w:sz w:val="22"/>
                <w:szCs w:val="22"/>
              </w:rPr>
              <w:t>Neuheit der Lösungsidee</w:t>
            </w:r>
            <w:r>
              <w:rPr>
                <w:sz w:val="22"/>
                <w:szCs w:val="22"/>
              </w:rPr>
              <w:t>:</w:t>
            </w:r>
            <w:r w:rsidRPr="007F1ED6">
              <w:rPr>
                <w:sz w:val="22"/>
                <w:szCs w:val="22"/>
              </w:rPr>
              <w:t xml:space="preserve"> </w:t>
            </w:r>
            <w:r w:rsidRPr="00427F13">
              <w:rPr>
                <w:sz w:val="16"/>
                <w:szCs w:val="16"/>
              </w:rPr>
              <w:t xml:space="preserve">(Soweit bekannt </w:t>
            </w:r>
            <w:r w:rsidR="00262944" w:rsidRPr="00427F13">
              <w:rPr>
                <w:sz w:val="16"/>
                <w:szCs w:val="16"/>
              </w:rPr>
              <w:t>Neuheit dieser Forschung und Entwicklung gegenüber bisher bekannten Methoden, Verfahren oder Techniken und zu erwartende Vorteile sowie ggf. wirtschaftliche Auswertungsmöglichkeiten und Alleinstellungsmerkmale</w:t>
            </w:r>
            <w:r w:rsidRPr="00427F13">
              <w:rPr>
                <w:sz w:val="16"/>
                <w:szCs w:val="16"/>
              </w:rPr>
              <w:t>)</w:t>
            </w:r>
            <w:r w:rsidR="00262944" w:rsidRPr="00427F13">
              <w:rPr>
                <w:sz w:val="16"/>
                <w:szCs w:val="16"/>
              </w:rPr>
              <w:t>:</w:t>
            </w:r>
            <w:r w:rsidRPr="00427F13">
              <w:rPr>
                <w:sz w:val="16"/>
                <w:szCs w:val="16"/>
              </w:rPr>
              <w:t xml:space="preserve"> </w:t>
            </w:r>
          </w:p>
          <w:p w:rsidR="00262944" w:rsidRDefault="00262944" w:rsidP="00427F13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  <w:p w:rsidR="00262944" w:rsidRPr="00197A20" w:rsidRDefault="00262944" w:rsidP="00427F13">
            <w:pPr>
              <w:spacing w:before="40" w:after="40" w:line="220" w:lineRule="exact"/>
              <w:jc w:val="both"/>
              <w:rPr>
                <w:sz w:val="16"/>
                <w:szCs w:val="16"/>
              </w:rPr>
            </w:pPr>
          </w:p>
        </w:tc>
      </w:tr>
      <w:tr w:rsidR="00262944" w:rsidRPr="00561647" w:rsidTr="00427F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197A20" w:rsidRDefault="00262944" w:rsidP="00427F1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  <w:t>3</w:t>
            </w:r>
            <w:r w:rsidRPr="00197A2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427F13" w:rsidP="00427F13">
            <w:pPr>
              <w:spacing w:before="40" w:after="40" w:line="220" w:lineRule="exact"/>
              <w:rPr>
                <w:sz w:val="22"/>
                <w:szCs w:val="22"/>
              </w:rPr>
            </w:pPr>
            <w:r w:rsidRPr="00427F13">
              <w:rPr>
                <w:sz w:val="22"/>
                <w:szCs w:val="22"/>
              </w:rPr>
              <w:t>Beschreibung des Arbeitsplanes</w:t>
            </w:r>
            <w:r>
              <w:rPr>
                <w:sz w:val="22"/>
                <w:szCs w:val="22"/>
              </w:rPr>
              <w:t xml:space="preserve">; </w:t>
            </w:r>
            <w:r w:rsidRPr="00427F13">
              <w:rPr>
                <w:sz w:val="22"/>
                <w:szCs w:val="22"/>
              </w:rPr>
              <w:t>Arbeitsteilung und Zusammenarbeit mit einem</w:t>
            </w:r>
            <w:r w:rsidR="00797C1B">
              <w:rPr>
                <w:sz w:val="22"/>
                <w:szCs w:val="22"/>
              </w:rPr>
              <w:t xml:space="preserve"> Unterauftragnehmer</w:t>
            </w:r>
            <w:r>
              <w:rPr>
                <w:sz w:val="22"/>
                <w:szCs w:val="22"/>
              </w:rPr>
              <w:t>.</w:t>
            </w:r>
            <w:r w:rsidR="00797C1B">
              <w:rPr>
                <w:sz w:val="22"/>
                <w:szCs w:val="22"/>
              </w:rPr>
              <w:t xml:space="preserve"> </w:t>
            </w:r>
            <w:r w:rsidRPr="00427F13">
              <w:rPr>
                <w:sz w:val="16"/>
                <w:szCs w:val="16"/>
              </w:rPr>
              <w:t xml:space="preserve">Kurze </w:t>
            </w:r>
            <w:r w:rsidR="00262944" w:rsidRPr="00427F13">
              <w:rPr>
                <w:sz w:val="16"/>
                <w:szCs w:val="16"/>
              </w:rPr>
              <w:t xml:space="preserve">Arbeits- und Zeitplanung inkl. Meilensteinen, Darstellung als </w:t>
            </w:r>
            <w:r w:rsidR="00C81011">
              <w:rPr>
                <w:sz w:val="16"/>
                <w:szCs w:val="16"/>
              </w:rPr>
              <w:t>Gantt-Diagramm</w:t>
            </w:r>
            <w:r w:rsidR="00262944" w:rsidRPr="00427F13">
              <w:rPr>
                <w:sz w:val="16"/>
                <w:szCs w:val="16"/>
              </w:rPr>
              <w:t>, Angabe des Personalaufwands der Arbeitspakete, Darstellung der Zusamm</w:t>
            </w:r>
            <w:r w:rsidR="00797C1B">
              <w:rPr>
                <w:sz w:val="16"/>
                <w:szCs w:val="16"/>
              </w:rPr>
              <w:t>enarbeit mit dem Unterauftragnehmer</w:t>
            </w:r>
            <w:r w:rsidR="00262944" w:rsidRPr="00427F13">
              <w:rPr>
                <w:sz w:val="16"/>
                <w:szCs w:val="16"/>
              </w:rPr>
              <w:t>.</w:t>
            </w:r>
          </w:p>
          <w:p w:rsidR="00262944" w:rsidRDefault="00262944" w:rsidP="00427F13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197A20" w:rsidRDefault="00262944" w:rsidP="00427F13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262944" w:rsidRDefault="00262944" w:rsidP="003E479A">
      <w:pPr>
        <w:spacing w:line="240" w:lineRule="atLeast"/>
        <w:ind w:firstLine="142"/>
        <w:rPr>
          <w:sz w:val="22"/>
          <w:szCs w:val="22"/>
        </w:rPr>
      </w:pPr>
    </w:p>
    <w:tbl>
      <w:tblPr>
        <w:tblW w:w="46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3635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3"/>
        <w:gridCol w:w="160"/>
        <w:gridCol w:w="160"/>
        <w:gridCol w:w="160"/>
        <w:gridCol w:w="160"/>
        <w:gridCol w:w="160"/>
        <w:gridCol w:w="160"/>
        <w:gridCol w:w="55"/>
        <w:gridCol w:w="105"/>
        <w:gridCol w:w="160"/>
        <w:gridCol w:w="172"/>
        <w:gridCol w:w="160"/>
        <w:gridCol w:w="160"/>
        <w:gridCol w:w="163"/>
        <w:gridCol w:w="569"/>
      </w:tblGrid>
      <w:tr w:rsidR="00262944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427F13">
            <w:pPr>
              <w:spacing w:before="20" w:after="20"/>
              <w:jc w:val="center"/>
              <w:rPr>
                <w:rFonts w:cs="Arial"/>
                <w:b/>
                <w:sz w:val="12"/>
                <w:szCs w:val="12"/>
              </w:rPr>
            </w:pPr>
            <w:r w:rsidRPr="00FF7414">
              <w:rPr>
                <w:rFonts w:cs="Arial"/>
                <w:b/>
                <w:sz w:val="18"/>
                <w:szCs w:val="12"/>
              </w:rPr>
              <w:t>AP</w:t>
            </w:r>
          </w:p>
        </w:tc>
        <w:tc>
          <w:tcPr>
            <w:tcW w:w="21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427F13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Arbeitspunkt / Monat 1-xx</w:t>
            </w:r>
          </w:p>
        </w:tc>
        <w:tc>
          <w:tcPr>
            <w:tcW w:w="1134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427F13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1.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1140" w:type="pct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2.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MM/ P1</w:t>
            </w:r>
          </w:p>
        </w:tc>
      </w:tr>
      <w:tr w:rsidR="00262944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214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427F13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5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314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5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4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8312B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262944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427F1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4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427F13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Ist-Analyse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427F13">
              <w:rPr>
                <w:rFonts w:cs="Arial"/>
                <w:b/>
                <w:sz w:val="18"/>
                <w:szCs w:val="18"/>
              </w:rPr>
              <w:t xml:space="preserve"> und </w:t>
            </w:r>
            <w:proofErr w:type="spellStart"/>
            <w:r w:rsidR="00427F13">
              <w:rPr>
                <w:rFonts w:cs="Arial"/>
                <w:b/>
                <w:sz w:val="18"/>
                <w:szCs w:val="18"/>
              </w:rPr>
              <w:t>konzeption</w:t>
            </w:r>
            <w:proofErr w:type="spellEnd"/>
            <w:r w:rsidR="00427F13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von…</w:t>
            </w: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1A3583" wp14:editId="7D83E915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-38735</wp:posOffset>
                      </wp:positionV>
                      <wp:extent cx="405130" cy="266700"/>
                      <wp:effectExtent l="0" t="0" r="0" b="1270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27F13" w:rsidRDefault="00427F13" w:rsidP="00262944">
                                  <w:pP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1A3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2.6pt;margin-top:-3.05pt;width:31.9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" filled="f" stroked="f">
                      <v:textbox>
                        <w:txbxContent>
                          <w:p w:rsidR="00427F13" w:rsidRDefault="00427F13" w:rsidP="00262944">
                            <w:pPr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91CCA1" wp14:editId="1C641C0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-6350</wp:posOffset>
                      </wp:positionV>
                      <wp:extent cx="327660" cy="205740"/>
                      <wp:effectExtent l="0" t="0" r="27940" b="22860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B4A5D4" id="Ellipse 16" o:spid="_x0000_s1026" style="position:absolute;margin-left:-1.4pt;margin-top:-.5pt;width:25.8pt;height:1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" fillcolor="white [3212]" strokecolor="red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0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427F1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427F13" w:rsidP="00427F13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427F13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z.B</w:t>
            </w:r>
            <w:proofErr w:type="spellEnd"/>
            <w:r w:rsidR="00427F1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 xml:space="preserve"> von Lösungsansätzen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für…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7771AA6" wp14:editId="5F46455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12065</wp:posOffset>
                      </wp:positionV>
                      <wp:extent cx="405130" cy="266700"/>
                      <wp:effectExtent l="0" t="0" r="0" b="12700"/>
                      <wp:wrapNone/>
                      <wp:docPr id="26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2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27F13" w:rsidRDefault="00427F13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71AA6" id="Gruppieren 33" o:spid="_x0000_s1027" style="position:absolute;left:0;text-align:left;margin-left:-1.25pt;margin-top:.95pt;width:31.9pt;height:21pt;z-index:251675648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">
                      <v:oval id="Ellipse 34" o:spid="_x0000_s1028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" fillcolor="white [3212]" strokecolor="red" strokeweight="2pt">
                        <v:path arrowok="t"/>
                      </v:oval>
                      <v:shape id="Textfeld 2" o:spid="_x0000_s1029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427F13" w:rsidRDefault="00427F13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Default="004B0CDD" w:rsidP="00427F1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797C1B" w:rsidP="00427F1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214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427F13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="00427F13">
              <w:rPr>
                <w:rFonts w:cs="Arial"/>
                <w:b/>
                <w:sz w:val="18"/>
                <w:szCs w:val="18"/>
              </w:rPr>
              <w:t>Projektentwicklung</w:t>
            </w:r>
            <w:r>
              <w:rPr>
                <w:rFonts w:cs="Arial"/>
                <w:b/>
                <w:sz w:val="18"/>
                <w:szCs w:val="18"/>
              </w:rPr>
              <w:t>, 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61BCFE7" wp14:editId="74037BA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33655</wp:posOffset>
                      </wp:positionV>
                      <wp:extent cx="405130" cy="266700"/>
                      <wp:effectExtent l="0" t="0" r="0" b="12700"/>
                      <wp:wrapNone/>
                      <wp:docPr id="14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27F13" w:rsidRDefault="00427F13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1BCFE7" id="_x0000_s1030" style="position:absolute;left:0;text-align:left;margin-left:.8pt;margin-top:2.65pt;width:31.9pt;height:21pt;z-index:25167462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">
                      <v:oval id="Ellipse 34" o:spid="_x0000_s1031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32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427F13" w:rsidRDefault="00427F13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262944" w:rsidRPr="00DA3817" w:rsidRDefault="00262944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262944" w:rsidP="00427F1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</w:tr>
      <w:tr w:rsidR="004B0CDD" w:rsidRPr="00DA3817" w:rsidTr="004D24AC">
        <w:trPr>
          <w:trHeight w:val="454"/>
          <w:jc w:val="center"/>
        </w:trPr>
        <w:tc>
          <w:tcPr>
            <w:tcW w:w="24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FF7414" w:rsidRDefault="004B0CDD" w:rsidP="00427F13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4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Default="004B0CDD" w:rsidP="00427F13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MM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00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CDD" w:rsidRPr="00E56D96" w:rsidRDefault="004B0CDD" w:rsidP="00427F13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B0CDD" w:rsidRDefault="004B0CDD" w:rsidP="00427F13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</w:tbl>
    <w:p w:rsidR="00262944" w:rsidRDefault="00262944" w:rsidP="004B0CDD">
      <w:pPr>
        <w:spacing w:line="240" w:lineRule="atLeast"/>
        <w:rPr>
          <w:sz w:val="22"/>
          <w:szCs w:val="22"/>
        </w:rPr>
      </w:pP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"/>
        <w:gridCol w:w="368"/>
        <w:gridCol w:w="129"/>
        <w:gridCol w:w="36"/>
        <w:gridCol w:w="8503"/>
      </w:tblGrid>
      <w:tr w:rsidR="000974CA" w:rsidRPr="00561647" w:rsidTr="00427F13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CA" w:rsidRDefault="000974CA" w:rsidP="00427F1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0768F8">
              <w:rPr>
                <w:sz w:val="22"/>
                <w:szCs w:val="22"/>
              </w:rPr>
              <w:t>3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CA" w:rsidRPr="00561647" w:rsidRDefault="00C81011" w:rsidP="000974C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Kurze Darstellung der </w:t>
            </w:r>
            <w:r w:rsidR="000974CA">
              <w:rPr>
                <w:sz w:val="22"/>
                <w:szCs w:val="22"/>
              </w:rPr>
              <w:t>Notwendigkeit der Zuwendung:</w:t>
            </w:r>
            <w:r w:rsidR="000974CA">
              <w:rPr>
                <w:sz w:val="22"/>
                <w:szCs w:val="22"/>
              </w:rPr>
              <w:br/>
            </w:r>
            <w:r w:rsidR="00427F13" w:rsidRPr="00C81011">
              <w:rPr>
                <w:sz w:val="16"/>
                <w:szCs w:val="16"/>
              </w:rPr>
              <w:t>Darstellung der besonderen Relevanz des Vorhabens für Baden-Württemberg und der praktischen Umsetzbarkeit der angestrebten E</w:t>
            </w:r>
            <w:r w:rsidRPr="00C81011">
              <w:rPr>
                <w:sz w:val="16"/>
                <w:szCs w:val="16"/>
              </w:rPr>
              <w:t>rgebnisse in Baden-Württemberg</w:t>
            </w:r>
            <w:r w:rsidRPr="00C81011">
              <w:rPr>
                <w:sz w:val="16"/>
                <w:szCs w:val="16"/>
              </w:rPr>
              <w:br/>
            </w:r>
            <w:r w:rsidR="000974CA" w:rsidRPr="00C81011">
              <w:rPr>
                <w:sz w:val="16"/>
                <w:szCs w:val="16"/>
              </w:rPr>
              <w:t>Es ist darzustellen, dass für das Vorhaben keine weiteren Mittel (Regional, National oder EU-Mittel) beantragt wurden oder beabsichtigt ist, einen weiteren Förderantrag zu stellen?</w:t>
            </w:r>
          </w:p>
          <w:p w:rsidR="000974CA" w:rsidRDefault="000974CA" w:rsidP="000974CA">
            <w:pPr>
              <w:spacing w:line="240" w:lineRule="atLeast"/>
              <w:rPr>
                <w:sz w:val="22"/>
                <w:szCs w:val="22"/>
              </w:rPr>
            </w:pPr>
          </w:p>
          <w:p w:rsidR="000974CA" w:rsidRPr="00CF428C" w:rsidRDefault="000974CA" w:rsidP="00427F13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E105C0" w:rsidTr="00797C1B">
        <w:trPr>
          <w:trHeight w:val="918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E105C0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105C0">
              <w:rPr>
                <w:sz w:val="22"/>
                <w:szCs w:val="22"/>
              </w:rPr>
              <w:t>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4B0CDD" w:rsidRDefault="00797C1B" w:rsidP="00427F13">
            <w:pPr>
              <w:spacing w:before="40" w:after="40" w:line="220" w:lineRule="exact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Darstellung der </w:t>
            </w:r>
            <w:r w:rsidRPr="00797C1B">
              <w:rPr>
                <w:sz w:val="22"/>
                <w:szCs w:val="22"/>
              </w:rPr>
              <w:t>Verwertung und Anschlussfähigkeit der Ergebnisse</w:t>
            </w:r>
            <w:r w:rsidR="00262944" w:rsidRPr="00E105C0">
              <w:rPr>
                <w:sz w:val="22"/>
                <w:szCs w:val="22"/>
              </w:rPr>
              <w:t>:</w:t>
            </w:r>
          </w:p>
          <w:p w:rsidR="00262944" w:rsidRDefault="00262944" w:rsidP="00427F13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E105C0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262944" w:rsidRPr="00561647" w:rsidTr="00427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606"/>
        </w:trPr>
        <w:tc>
          <w:tcPr>
            <w:tcW w:w="5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</w:tcPr>
          <w:p w:rsidR="00262944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Name und Qualifikation der</w:t>
            </w:r>
            <w:r w:rsidR="00797C1B">
              <w:rPr>
                <w:sz w:val="22"/>
                <w:szCs w:val="22"/>
              </w:rPr>
              <w:t xml:space="preserve"> wissenschaftlichen Mitarbeiter</w:t>
            </w:r>
          </w:p>
          <w:p w:rsidR="00262944" w:rsidRDefault="00262944" w:rsidP="00427F13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:rsidR="00797C1B" w:rsidRPr="00561647" w:rsidRDefault="00797C1B" w:rsidP="00427F13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262944" w:rsidRPr="007F1ED6" w:rsidTr="00427F13">
        <w:trPr>
          <w:gridBefore w:val="1"/>
          <w:wBefore w:w="21" w:type="dxa"/>
          <w:trHeight w:val="1134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7F1ED6" w:rsidRDefault="00262944" w:rsidP="00427F13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F1ED6">
              <w:rPr>
                <w:sz w:val="22"/>
                <w:szCs w:val="22"/>
              </w:rPr>
              <w:t>.</w:t>
            </w:r>
          </w:p>
        </w:tc>
        <w:tc>
          <w:tcPr>
            <w:tcW w:w="8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7F1ED6" w:rsidRDefault="00262944" w:rsidP="00427F13">
            <w:pPr>
              <w:spacing w:line="240" w:lineRule="atLeas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Zusammengefasste Ausgabenübersicht des Projekts in € (kaufmännisch gerundet): (summierte Angaben aus Formular AZA4, bitte Vorgaben der Verwendungsrichtlinien des KIT beachten)</w:t>
            </w:r>
          </w:p>
        </w:tc>
      </w:tr>
    </w:tbl>
    <w:p w:rsidR="003F590F" w:rsidRPr="000768F8" w:rsidRDefault="00C303F5" w:rsidP="000768F8">
      <w:pPr>
        <w:spacing w:line="240" w:lineRule="atLeast"/>
        <w:ind w:left="142"/>
        <w:rPr>
          <w:sz w:val="22"/>
          <w:szCs w:val="22"/>
        </w:rPr>
      </w:pPr>
      <w:r w:rsidRPr="000768F8">
        <w:rPr>
          <w:sz w:val="22"/>
          <w:szCs w:val="22"/>
        </w:rPr>
        <w:t>6</w:t>
      </w:r>
      <w:r w:rsidR="00193DFA" w:rsidRPr="000768F8">
        <w:rPr>
          <w:sz w:val="22"/>
          <w:szCs w:val="22"/>
        </w:rPr>
        <w:t xml:space="preserve">.1. Tabellarische </w:t>
      </w:r>
      <w:r w:rsidR="003E479A" w:rsidRPr="000768F8">
        <w:rPr>
          <w:sz w:val="22"/>
          <w:szCs w:val="22"/>
        </w:rPr>
        <w:t>Ausgabenü</w:t>
      </w:r>
      <w:r w:rsidR="00193DFA" w:rsidRPr="000768F8">
        <w:rPr>
          <w:sz w:val="22"/>
          <w:szCs w:val="22"/>
        </w:rPr>
        <w:t>bersicht</w:t>
      </w:r>
    </w:p>
    <w:p w:rsidR="00193DFA" w:rsidRPr="00193DFA" w:rsidRDefault="00193DFA">
      <w:pPr>
        <w:spacing w:line="240" w:lineRule="atLeast"/>
        <w:rPr>
          <w:sz w:val="22"/>
          <w:szCs w:val="22"/>
        </w:rPr>
      </w:pPr>
    </w:p>
    <w:tbl>
      <w:tblPr>
        <w:tblW w:w="7371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0"/>
        <w:gridCol w:w="4000"/>
        <w:gridCol w:w="1671"/>
      </w:tblGrid>
      <w:tr w:rsidR="007F1ED6" w:rsidTr="003E479A">
        <w:trPr>
          <w:trHeight w:hRule="exact" w:val="300"/>
        </w:trPr>
        <w:tc>
          <w:tcPr>
            <w:tcW w:w="17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00" w:type="dxa"/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671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</w:tr>
      <w:tr w:rsidR="00C81011" w:rsidTr="00780A8B">
        <w:trPr>
          <w:trHeight w:hRule="exact" w:val="300"/>
        </w:trPr>
        <w:tc>
          <w:tcPr>
            <w:tcW w:w="1700" w:type="dxa"/>
            <w:tcBorders>
              <w:top w:val="nil"/>
              <w:bottom w:val="nil"/>
            </w:tcBorders>
          </w:tcPr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00" w:type="dxa"/>
            <w:tcBorders>
              <w:bottom w:val="nil"/>
            </w:tcBorders>
          </w:tcPr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2021</w:t>
            </w:r>
          </w:p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2022</w:t>
            </w:r>
          </w:p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2023</w:t>
            </w:r>
          </w:p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C81011" w:rsidRDefault="00C81011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</w:tr>
      <w:tr w:rsidR="00C81011" w:rsidTr="00A12F84">
        <w:trPr>
          <w:trHeight w:hRule="exact" w:val="300"/>
        </w:trPr>
        <w:tc>
          <w:tcPr>
            <w:tcW w:w="1700" w:type="dxa"/>
            <w:tcBorders>
              <w:top w:val="double" w:sz="6" w:space="0" w:color="auto"/>
            </w:tcBorders>
          </w:tcPr>
          <w:p w:rsidR="00C81011" w:rsidRDefault="00C81011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Personalausgaben</w:t>
            </w:r>
          </w:p>
        </w:tc>
        <w:tc>
          <w:tcPr>
            <w:tcW w:w="4000" w:type="dxa"/>
            <w:tcBorders>
              <w:top w:val="double" w:sz="6" w:space="0" w:color="auto"/>
            </w:tcBorders>
          </w:tcPr>
          <w:p w:rsidR="00C81011" w:rsidRDefault="00C81011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double" w:sz="6" w:space="0" w:color="auto"/>
            </w:tcBorders>
          </w:tcPr>
          <w:p w:rsidR="00C81011" w:rsidRDefault="00C81011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C81011" w:rsidTr="00797C1B">
        <w:trPr>
          <w:trHeight w:hRule="exact" w:val="384"/>
        </w:trPr>
        <w:tc>
          <w:tcPr>
            <w:tcW w:w="1700" w:type="dxa"/>
            <w:tcBorders>
              <w:bottom w:val="double" w:sz="6" w:space="0" w:color="auto"/>
            </w:tcBorders>
          </w:tcPr>
          <w:p w:rsidR="00C81011" w:rsidRDefault="00797C1B" w:rsidP="00644B04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Unterauftra</w:t>
            </w:r>
            <w:r w:rsidR="00C81011">
              <w:rPr>
                <w:sz w:val="18"/>
              </w:rPr>
              <w:t>g</w:t>
            </w:r>
          </w:p>
        </w:tc>
        <w:tc>
          <w:tcPr>
            <w:tcW w:w="4000" w:type="dxa"/>
            <w:tcBorders>
              <w:bottom w:val="double" w:sz="6" w:space="0" w:color="auto"/>
            </w:tcBorders>
          </w:tcPr>
          <w:p w:rsidR="00C81011" w:rsidRDefault="00C81011" w:rsidP="00797C1B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bottom w:val="double" w:sz="6" w:space="0" w:color="auto"/>
            </w:tcBorders>
          </w:tcPr>
          <w:p w:rsidR="00C81011" w:rsidRDefault="00C81011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C81011" w:rsidTr="00E94262">
        <w:trPr>
          <w:trHeight w:hRule="exact" w:val="320"/>
        </w:trPr>
        <w:tc>
          <w:tcPr>
            <w:tcW w:w="1700" w:type="dxa"/>
            <w:tcBorders>
              <w:top w:val="nil"/>
            </w:tcBorders>
          </w:tcPr>
          <w:p w:rsidR="00C81011" w:rsidRDefault="00C81011" w:rsidP="003E479A">
            <w:pPr>
              <w:spacing w:before="40" w:after="40" w:line="240" w:lineRule="exact"/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4000" w:type="dxa"/>
            <w:tcBorders>
              <w:top w:val="nil"/>
            </w:tcBorders>
          </w:tcPr>
          <w:p w:rsidR="00C81011" w:rsidRDefault="00C81011" w:rsidP="003E479A">
            <w:pPr>
              <w:tabs>
                <w:tab w:val="decimal" w:pos="518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51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503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  <w:p w:rsidR="00C81011" w:rsidRDefault="00C81011" w:rsidP="003E479A">
            <w:pPr>
              <w:tabs>
                <w:tab w:val="decimal" w:pos="495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nil"/>
            </w:tcBorders>
          </w:tcPr>
          <w:p w:rsidR="00C81011" w:rsidRDefault="00C81011" w:rsidP="003E479A">
            <w:pPr>
              <w:tabs>
                <w:tab w:val="decimal" w:pos="77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747E94" w:rsidRPr="004969C2" w:rsidRDefault="00FD53F5" w:rsidP="003E479A">
      <w:pPr>
        <w:spacing w:before="40" w:after="240" w:line="240" w:lineRule="exact"/>
        <w:ind w:left="567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Erläuterungen der einzelnen </w:t>
      </w:r>
      <w:r w:rsidR="00472112" w:rsidRPr="004969C2">
        <w:rPr>
          <w:color w:val="00B0F0"/>
          <w:sz w:val="18"/>
        </w:rPr>
        <w:t xml:space="preserve">Ausgabenpositionen </w:t>
      </w:r>
      <w:r w:rsidRPr="004969C2">
        <w:rPr>
          <w:color w:val="00B0F0"/>
          <w:sz w:val="18"/>
        </w:rPr>
        <w:t xml:space="preserve">bitte </w:t>
      </w:r>
      <w:r w:rsidR="00952237" w:rsidRPr="004969C2">
        <w:rPr>
          <w:color w:val="00B0F0"/>
          <w:sz w:val="18"/>
        </w:rPr>
        <w:t xml:space="preserve">unten </w:t>
      </w:r>
      <w:r w:rsidRPr="004969C2">
        <w:rPr>
          <w:color w:val="00B0F0"/>
          <w:sz w:val="18"/>
        </w:rPr>
        <w:t>gesondert aufführen.</w:t>
      </w:r>
    </w:p>
    <w:p w:rsidR="00952237" w:rsidRPr="000768F8" w:rsidRDefault="00C303F5" w:rsidP="000768F8">
      <w:pPr>
        <w:spacing w:line="240" w:lineRule="atLeast"/>
        <w:ind w:left="142"/>
        <w:rPr>
          <w:sz w:val="22"/>
          <w:szCs w:val="22"/>
        </w:rPr>
      </w:pPr>
      <w:r w:rsidRPr="000768F8">
        <w:rPr>
          <w:sz w:val="22"/>
          <w:szCs w:val="22"/>
        </w:rPr>
        <w:t>6</w:t>
      </w:r>
      <w:r w:rsidR="003E479A" w:rsidRPr="000768F8">
        <w:rPr>
          <w:sz w:val="22"/>
          <w:szCs w:val="22"/>
        </w:rPr>
        <w:t xml:space="preserve">.2. </w:t>
      </w:r>
      <w:r w:rsidR="007672CB" w:rsidRPr="000768F8">
        <w:rPr>
          <w:sz w:val="22"/>
          <w:szCs w:val="22"/>
        </w:rPr>
        <w:t>Personalausgabenplanung</w:t>
      </w:r>
    </w:p>
    <w:p w:rsidR="003E479A" w:rsidRPr="000768F8" w:rsidRDefault="003E479A" w:rsidP="000768F8">
      <w:pPr>
        <w:spacing w:line="240" w:lineRule="atLeast"/>
        <w:ind w:left="142"/>
        <w:rPr>
          <w:sz w:val="18"/>
        </w:rPr>
      </w:pPr>
    </w:p>
    <w:tbl>
      <w:tblPr>
        <w:tblW w:w="8497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"/>
        <w:gridCol w:w="3987"/>
        <w:gridCol w:w="1417"/>
        <w:gridCol w:w="1701"/>
        <w:gridCol w:w="992"/>
      </w:tblGrid>
      <w:tr w:rsidR="00747E94" w:rsidTr="004D24AC">
        <w:trPr>
          <w:trHeight w:hRule="exact" w:val="300"/>
          <w:jc w:val="center"/>
        </w:trPr>
        <w:tc>
          <w:tcPr>
            <w:tcW w:w="8497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Personalaufwand (Aufschlüsselung)</w:t>
            </w:r>
          </w:p>
        </w:tc>
      </w:tr>
      <w:tr w:rsidR="004F1694" w:rsidTr="004D24A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823"/>
          <w:jc w:val="center"/>
        </w:trPr>
        <w:tc>
          <w:tcPr>
            <w:tcW w:w="400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after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lfd.Nr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987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Name/</w:t>
            </w:r>
          </w:p>
          <w:p w:rsidR="004F1694" w:rsidRDefault="004F1694">
            <w:pPr>
              <w:spacing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Qualifikation*)</w:t>
            </w:r>
          </w:p>
        </w:tc>
        <w:tc>
          <w:tcPr>
            <w:tcW w:w="1417" w:type="dxa"/>
            <w:tcBorders>
              <w:bottom w:val="double" w:sz="6" w:space="0" w:color="auto"/>
            </w:tcBorders>
          </w:tcPr>
          <w:p w:rsidR="004F1694" w:rsidRDefault="004F1694" w:rsidP="00915359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Tarifvertrag / Entgeltgruppe/</w:t>
            </w:r>
            <w:r>
              <w:rPr>
                <w:sz w:val="18"/>
              </w:rPr>
              <w:br/>
              <w:t>Stufe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:rsidR="004F1694" w:rsidRDefault="004F1694" w:rsidP="007672CB">
            <w:pPr>
              <w:spacing w:before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Monatl</w:t>
            </w:r>
            <w:proofErr w:type="spellEnd"/>
            <w:r>
              <w:rPr>
                <w:sz w:val="18"/>
              </w:rPr>
              <w:t xml:space="preserve">. Gehalt +Lohnnebenkosten </w:t>
            </w:r>
          </w:p>
        </w:tc>
        <w:tc>
          <w:tcPr>
            <w:tcW w:w="992" w:type="dxa"/>
            <w:tcBorders>
              <w:bottom w:val="double" w:sz="6" w:space="0" w:color="auto"/>
            </w:tcBorders>
          </w:tcPr>
          <w:p w:rsidR="004F1694" w:rsidRDefault="004F1694" w:rsidP="004364FF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Einsatz im Projekt in PM</w:t>
            </w:r>
          </w:p>
        </w:tc>
      </w:tr>
      <w:tr w:rsidR="004F1694" w:rsidTr="004D24AC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987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417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C45266" w:rsidRPr="004969C2" w:rsidRDefault="00747E94">
      <w:pPr>
        <w:spacing w:before="40" w:after="240" w:line="240" w:lineRule="exact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*) Noch einzustellende </w:t>
      </w:r>
      <w:r w:rsidR="00254D4C" w:rsidRPr="004969C2">
        <w:rPr>
          <w:color w:val="00B0F0"/>
          <w:sz w:val="18"/>
        </w:rPr>
        <w:t>Mitarbeiter</w:t>
      </w:r>
      <w:r w:rsidRPr="004969C2">
        <w:rPr>
          <w:color w:val="00B0F0"/>
          <w:sz w:val="18"/>
        </w:rPr>
        <w:t>, deren Namen noch nicht bekannt sind, bitte mit NN angeben</w:t>
      </w:r>
    </w:p>
    <w:tbl>
      <w:tblPr>
        <w:tblW w:w="951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577"/>
        <w:gridCol w:w="2704"/>
        <w:gridCol w:w="730"/>
      </w:tblGrid>
      <w:tr w:rsidR="00952237" w:rsidRPr="00561647" w:rsidTr="005204EB">
        <w:trPr>
          <w:trHeight w:val="782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952237" w:rsidRPr="00561647" w:rsidRDefault="00C303F5" w:rsidP="00197A2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7A20">
              <w:rPr>
                <w:sz w:val="22"/>
                <w:szCs w:val="22"/>
              </w:rPr>
              <w:t>.3</w:t>
            </w:r>
            <w:r w:rsidR="00193DFA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266" w:rsidRDefault="00952237" w:rsidP="00BC5157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 der beantragten Personal</w:t>
            </w:r>
            <w:r w:rsidR="00472112" w:rsidRPr="00561647">
              <w:rPr>
                <w:sz w:val="22"/>
                <w:szCs w:val="22"/>
              </w:rPr>
              <w:t>ausgaben</w:t>
            </w:r>
            <w:r w:rsidR="00915359" w:rsidRPr="00561647">
              <w:rPr>
                <w:sz w:val="22"/>
                <w:szCs w:val="22"/>
              </w:rPr>
              <w:t xml:space="preserve"> (förderfähig sind nur P</w:t>
            </w:r>
            <w:r w:rsidR="00A6607F" w:rsidRPr="00561647">
              <w:rPr>
                <w:sz w:val="22"/>
                <w:szCs w:val="22"/>
              </w:rPr>
              <w:t>ersonalausgaben entsprechend den</w:t>
            </w:r>
            <w:r w:rsidR="00915359" w:rsidRPr="00561647">
              <w:rPr>
                <w:sz w:val="22"/>
                <w:szCs w:val="22"/>
              </w:rPr>
              <w:t xml:space="preserve"> Aufg</w:t>
            </w:r>
            <w:r w:rsidR="00797C1B">
              <w:rPr>
                <w:sz w:val="22"/>
                <w:szCs w:val="22"/>
              </w:rPr>
              <w:t>aben im Projekt</w:t>
            </w:r>
          </w:p>
          <w:p w:rsidR="00952237" w:rsidRDefault="00952237" w:rsidP="00BC5157">
            <w:pPr>
              <w:spacing w:line="240" w:lineRule="atLeast"/>
              <w:rPr>
                <w:sz w:val="22"/>
                <w:szCs w:val="22"/>
              </w:rPr>
            </w:pPr>
          </w:p>
          <w:p w:rsidR="00AA2E71" w:rsidRPr="00561647" w:rsidRDefault="00AA2E71" w:rsidP="00BC5157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708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768F8">
              <w:rPr>
                <w:sz w:val="22"/>
                <w:szCs w:val="22"/>
              </w:rPr>
              <w:t>.4</w:t>
            </w:r>
            <w:r w:rsidR="00952237" w:rsidRPr="00561647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</w:tcPr>
          <w:p w:rsidR="00952237" w:rsidRPr="00561647" w:rsidRDefault="00797C1B" w:rsidP="00902D7D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Kurze Begründung</w:t>
            </w:r>
            <w:r w:rsidR="00FE316F"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des Unterauftrags</w:t>
            </w:r>
          </w:p>
          <w:p w:rsidR="000E10EE" w:rsidRDefault="00797C1B" w:rsidP="00797C1B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(Angebote als Anlage </w:t>
            </w:r>
            <w:r w:rsidR="000E10EE" w:rsidRPr="00561647">
              <w:rPr>
                <w:sz w:val="22"/>
                <w:szCs w:val="22"/>
              </w:rPr>
              <w:t>beifügen)</w:t>
            </w:r>
          </w:p>
          <w:p w:rsidR="00AA2E71" w:rsidRDefault="00AA2E71" w:rsidP="00797C1B">
            <w:pPr>
              <w:spacing w:line="240" w:lineRule="atLeast"/>
              <w:rPr>
                <w:sz w:val="22"/>
                <w:szCs w:val="22"/>
              </w:rPr>
            </w:pPr>
          </w:p>
          <w:p w:rsidR="00AA2E71" w:rsidRPr="00561647" w:rsidRDefault="00AA2E71" w:rsidP="00797C1B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00365" w:rsidRPr="00980BC2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1"/>
          <w:wAfter w:w="730" w:type="dxa"/>
          <w:trHeight w:val="567"/>
        </w:trPr>
        <w:tc>
          <w:tcPr>
            <w:tcW w:w="8788" w:type="dxa"/>
            <w:gridSpan w:val="3"/>
          </w:tcPr>
          <w:p w:rsidR="005204EB" w:rsidRPr="00980BC2" w:rsidRDefault="005204EB" w:rsidP="002B454F">
            <w:pPr>
              <w:spacing w:before="40" w:after="40" w:line="220" w:lineRule="exact"/>
              <w:rPr>
                <w:b/>
              </w:rPr>
            </w:pPr>
          </w:p>
          <w:p w:rsidR="00300365" w:rsidRPr="00980BC2" w:rsidRDefault="00300365" w:rsidP="00D96D95">
            <w:pPr>
              <w:spacing w:before="40" w:after="40" w:line="220" w:lineRule="exact"/>
              <w:jc w:val="both"/>
              <w:rPr>
                <w:b/>
              </w:rPr>
            </w:pPr>
            <w:r w:rsidRPr="00980BC2">
              <w:rPr>
                <w:b/>
              </w:rPr>
              <w:t>Erklärung</w:t>
            </w:r>
            <w:r w:rsidR="00D96D95" w:rsidRPr="00980BC2">
              <w:rPr>
                <w:b/>
              </w:rPr>
              <w:t xml:space="preserve"> </w:t>
            </w:r>
            <w:r w:rsidR="00D96D95" w:rsidRPr="00980BC2">
              <w:t>(Bitte</w:t>
            </w:r>
            <w:r w:rsidR="000123E1" w:rsidRPr="00980BC2">
              <w:t xml:space="preserve"> k</w:t>
            </w:r>
            <w:r w:rsidR="00D96D95" w:rsidRPr="00980BC2">
              <w:t>reuzen Sie an.)</w:t>
            </w:r>
            <w:r w:rsidRPr="00980BC2">
              <w:rPr>
                <w:b/>
              </w:rPr>
              <w:t xml:space="preserve">: </w:t>
            </w:r>
          </w:p>
          <w:p w:rsidR="00300365" w:rsidRPr="00980BC2" w:rsidRDefault="00300365" w:rsidP="002B454F">
            <w:pPr>
              <w:spacing w:before="40" w:after="40" w:line="220" w:lineRule="exact"/>
            </w:pPr>
          </w:p>
          <w:p w:rsidR="00300365" w:rsidRPr="00980BC2" w:rsidRDefault="00980BC2" w:rsidP="00D96D95">
            <w:pPr>
              <w:spacing w:before="40" w:after="40" w:line="220" w:lineRule="exact"/>
              <w:ind w:left="326" w:hanging="326"/>
            </w:pPr>
            <w:sdt>
              <w:sdtPr>
                <w:id w:val="-5445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D95" w:rsidRPr="00980B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980BC2">
              <w:t xml:space="preserve">  </w:t>
            </w:r>
            <w:r w:rsidR="00300365" w:rsidRPr="00980BC2">
              <w:t xml:space="preserve">Alle </w:t>
            </w:r>
            <w:r w:rsidR="0017302B" w:rsidRPr="00980BC2">
              <w:t>im Projekt vorgesehenen</w:t>
            </w:r>
            <w:r w:rsidR="00300365" w:rsidRPr="00980BC2">
              <w:t xml:space="preserve"> Mitarbeiter sind mit der elektronischen Erfassung und Verarbeitung der im Antrag und s</w:t>
            </w:r>
            <w:r w:rsidR="00797C1B" w:rsidRPr="00980BC2">
              <w:t xml:space="preserve">päteren Projektdokumentationen </w:t>
            </w:r>
            <w:r w:rsidR="00300365" w:rsidRPr="00980BC2">
              <w:t>genannten Personaldaten einverstanden.</w:t>
            </w:r>
          </w:p>
          <w:p w:rsidR="00300365" w:rsidRPr="00980BC2" w:rsidRDefault="00300365" w:rsidP="002B454F">
            <w:pPr>
              <w:spacing w:before="40" w:after="40" w:line="220" w:lineRule="exact"/>
            </w:pPr>
          </w:p>
          <w:p w:rsidR="00300365" w:rsidRPr="00980BC2" w:rsidRDefault="00980BC2" w:rsidP="00D96D95">
            <w:pPr>
              <w:spacing w:before="40" w:after="40" w:line="220" w:lineRule="exact"/>
              <w:ind w:left="326" w:hanging="326"/>
            </w:pPr>
            <w:sdt>
              <w:sdt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D95" w:rsidRPr="00980B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980BC2">
              <w:t xml:space="preserve">  </w:t>
            </w:r>
            <w:r w:rsidR="00300365" w:rsidRPr="00980BC2">
              <w:t>Ein Antrag auf Finanzierung dieses Vorhabens wurde bei keiner anderen Stelle eingereicht. Wenn ich einen solchen Antrag stelle, werde ich den Projektträger</w:t>
            </w:r>
            <w:r w:rsidR="00A6607F" w:rsidRPr="00980BC2">
              <w:t xml:space="preserve"> unverzüglich benachrichtigen. </w:t>
            </w:r>
            <w:r w:rsidR="00300365" w:rsidRPr="00980BC2">
              <w:t>(s. AZA 6, Ziffer 4)</w:t>
            </w:r>
          </w:p>
          <w:p w:rsidR="000E10EE" w:rsidRPr="00980BC2" w:rsidRDefault="000E10EE" w:rsidP="002B454F">
            <w:pPr>
              <w:spacing w:before="40" w:after="40" w:line="220" w:lineRule="exact"/>
            </w:pPr>
          </w:p>
          <w:p w:rsidR="000E10EE" w:rsidRPr="00980BC2" w:rsidRDefault="00980BC2" w:rsidP="00D96D95">
            <w:pPr>
              <w:spacing w:before="40" w:after="40" w:line="220" w:lineRule="exact"/>
              <w:ind w:left="326" w:hanging="284"/>
            </w:pPr>
            <w:sdt>
              <w:sdt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ED6" w:rsidRPr="00980B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1ED6" w:rsidRPr="00980BC2">
              <w:t xml:space="preserve"> </w:t>
            </w:r>
            <w:r w:rsidR="00D96D95" w:rsidRPr="00980BC2">
              <w:t xml:space="preserve"> </w:t>
            </w:r>
            <w:r w:rsidR="000E10EE" w:rsidRPr="00980BC2">
              <w:t xml:space="preserve">Das Vorhaben </w:t>
            </w:r>
            <w:r w:rsidR="00A6607F" w:rsidRPr="00980BC2">
              <w:t>könnte</w:t>
            </w:r>
            <w:r w:rsidR="000E10EE" w:rsidRPr="00980BC2">
              <w:t xml:space="preserve"> ohne die beantragte Zuwendung nicht durchgeführt werden.</w:t>
            </w:r>
          </w:p>
        </w:tc>
      </w:tr>
      <w:tr w:rsidR="00300365" w:rsidRPr="00561647" w:rsidTr="00AA2E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2"/>
          <w:wAfter w:w="3434" w:type="dxa"/>
          <w:trHeight w:val="851"/>
        </w:trPr>
        <w:tc>
          <w:tcPr>
            <w:tcW w:w="6084" w:type="dxa"/>
            <w:gridSpan w:val="2"/>
            <w:tcBorders>
              <w:bottom w:val="single" w:sz="6" w:space="0" w:color="auto"/>
            </w:tcBorders>
          </w:tcPr>
          <w:p w:rsidR="007F1ED6" w:rsidRPr="00561647" w:rsidRDefault="007F1ED6" w:rsidP="002B454F">
            <w:pPr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:rsidR="00300365" w:rsidRPr="00561647" w:rsidRDefault="004F1694">
      <w:pPr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>Ort, Datum und</w:t>
      </w:r>
      <w:r w:rsidR="00300365" w:rsidRPr="00561647">
        <w:rPr>
          <w:sz w:val="22"/>
          <w:szCs w:val="22"/>
        </w:rPr>
        <w:t xml:space="preserve"> Unterschrift</w:t>
      </w:r>
      <w:r w:rsidR="004364FF" w:rsidRPr="00561647">
        <w:rPr>
          <w:sz w:val="22"/>
          <w:szCs w:val="22"/>
        </w:rPr>
        <w:t xml:space="preserve"> des Projektleiters</w:t>
      </w:r>
      <w:bookmarkStart w:id="0" w:name="_GoBack"/>
      <w:bookmarkEnd w:id="0"/>
    </w:p>
    <w:sectPr w:rsidR="00300365" w:rsidRPr="00561647" w:rsidSect="008B2C3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00" w:right="1400" w:bottom="1134" w:left="1400" w:header="697" w:footer="6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F13" w:rsidRDefault="00427F13">
      <w:r>
        <w:separator/>
      </w:r>
    </w:p>
  </w:endnote>
  <w:endnote w:type="continuationSeparator" w:id="0">
    <w:p w:rsidR="00427F13" w:rsidRDefault="0042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649175"/>
      <w:docPartObj>
        <w:docPartGallery w:val="Page Numbers (Bottom of Page)"/>
        <w:docPartUnique/>
      </w:docPartObj>
    </w:sdtPr>
    <w:sdtEndPr/>
    <w:sdtContent>
      <w:p w:rsidR="00427F13" w:rsidRDefault="00427F13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0BC2"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482123"/>
      <w:docPartObj>
        <w:docPartGallery w:val="Page Numbers (Bottom of Page)"/>
        <w:docPartUnique/>
      </w:docPartObj>
    </w:sdtPr>
    <w:sdtEndPr/>
    <w:sdtContent>
      <w:p w:rsidR="00427F13" w:rsidRDefault="00427F13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F13" w:rsidRDefault="00427F13">
      <w:r>
        <w:separator/>
      </w:r>
    </w:p>
  </w:footnote>
  <w:footnote w:type="continuationSeparator" w:id="0">
    <w:p w:rsidR="00427F13" w:rsidRDefault="00427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F13" w:rsidRPr="008B2C3E" w:rsidRDefault="00427F13" w:rsidP="008B2C3E">
    <w:pPr>
      <w:pStyle w:val="Kopfzeile"/>
      <w:rPr>
        <w:i/>
        <w:color w:val="FF0000"/>
        <w:sz w:val="16"/>
        <w:szCs w:val="16"/>
      </w:rPr>
    </w:pPr>
    <w:r>
      <w:rPr>
        <w:i/>
        <w:color w:val="FF0000"/>
        <w:sz w:val="16"/>
        <w:szCs w:val="16"/>
      </w:rPr>
      <w:t>Einzelvorhaben Förderbaustein 5</w:t>
    </w:r>
    <w:r>
      <w:rPr>
        <w:i/>
        <w:color w:val="FF0000"/>
        <w:sz w:val="16"/>
        <w:szCs w:val="16"/>
      </w:rPr>
      <w:br/>
    </w:r>
    <w:r w:rsidRPr="008B2C3E">
      <w:rPr>
        <w:i/>
        <w:color w:val="FF0000"/>
        <w:sz w:val="16"/>
        <w:szCs w:val="16"/>
      </w:rPr>
      <w:t xml:space="preserve">Vorhabenbezogene Projektbeschreibung und zugleich Antragsdatenblatt, 11 Punkte Arial, maximal </w:t>
    </w:r>
    <w:r>
      <w:rPr>
        <w:i/>
        <w:color w:val="FF0000"/>
        <w:sz w:val="16"/>
        <w:szCs w:val="16"/>
      </w:rPr>
      <w:t>10</w:t>
    </w:r>
    <w:r w:rsidRPr="008B2C3E">
      <w:rPr>
        <w:i/>
        <w:color w:val="FF0000"/>
        <w:sz w:val="16"/>
        <w:szCs w:val="16"/>
      </w:rPr>
      <w:t xml:space="preserve"> Seiten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F13" w:rsidRPr="000E729A" w:rsidRDefault="00427F13">
    <w:pPr>
      <w:pStyle w:val="Kopfzeile"/>
      <w:rPr>
        <w:sz w:val="16"/>
        <w:szCs w:val="16"/>
      </w:rPr>
    </w:pPr>
    <w:r w:rsidRPr="000E729A">
      <w:rPr>
        <w:sz w:val="16"/>
        <w:szCs w:val="16"/>
      </w:rPr>
      <w:t xml:space="preserve">Die Projektbeschreibung und zugleich Antragsdatenblatt soll nicht mehr </w:t>
    </w:r>
    <w:r w:rsidRPr="000E729A">
      <w:rPr>
        <w:color w:val="FF0000"/>
        <w:sz w:val="16"/>
        <w:szCs w:val="16"/>
      </w:rPr>
      <w:t>wie 20 Seiten umfassen, 11 Punkte, Arial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C9"/>
    <w:rsid w:val="00006FE7"/>
    <w:rsid w:val="000123E1"/>
    <w:rsid w:val="00075569"/>
    <w:rsid w:val="000768F8"/>
    <w:rsid w:val="00096595"/>
    <w:rsid w:val="000974CA"/>
    <w:rsid w:val="000A5580"/>
    <w:rsid w:val="000C0C1F"/>
    <w:rsid w:val="000C3845"/>
    <w:rsid w:val="000D6C02"/>
    <w:rsid w:val="000E10EE"/>
    <w:rsid w:val="000E729A"/>
    <w:rsid w:val="00104CC5"/>
    <w:rsid w:val="0015176E"/>
    <w:rsid w:val="0017302B"/>
    <w:rsid w:val="0018164C"/>
    <w:rsid w:val="00185990"/>
    <w:rsid w:val="00193DFA"/>
    <w:rsid w:val="00197A20"/>
    <w:rsid w:val="001D10A1"/>
    <w:rsid w:val="001D1F42"/>
    <w:rsid w:val="001D24B4"/>
    <w:rsid w:val="001E1FD4"/>
    <w:rsid w:val="001F36FB"/>
    <w:rsid w:val="002265A1"/>
    <w:rsid w:val="00254D4C"/>
    <w:rsid w:val="00262944"/>
    <w:rsid w:val="00277BDB"/>
    <w:rsid w:val="002963EE"/>
    <w:rsid w:val="002A43B0"/>
    <w:rsid w:val="002B125F"/>
    <w:rsid w:val="002B454F"/>
    <w:rsid w:val="002C2962"/>
    <w:rsid w:val="002D5B52"/>
    <w:rsid w:val="00300365"/>
    <w:rsid w:val="00305DB7"/>
    <w:rsid w:val="00307B75"/>
    <w:rsid w:val="00314DB5"/>
    <w:rsid w:val="003A4E57"/>
    <w:rsid w:val="003C776C"/>
    <w:rsid w:val="003D7149"/>
    <w:rsid w:val="003E479A"/>
    <w:rsid w:val="003F590F"/>
    <w:rsid w:val="0040236D"/>
    <w:rsid w:val="00427F13"/>
    <w:rsid w:val="004364FF"/>
    <w:rsid w:val="00454020"/>
    <w:rsid w:val="00472112"/>
    <w:rsid w:val="00495A80"/>
    <w:rsid w:val="004969C2"/>
    <w:rsid w:val="004A5D2F"/>
    <w:rsid w:val="004B05C1"/>
    <w:rsid w:val="004B0CDD"/>
    <w:rsid w:val="004D24AC"/>
    <w:rsid w:val="004E6A8D"/>
    <w:rsid w:val="004F1694"/>
    <w:rsid w:val="005204EB"/>
    <w:rsid w:val="00520C9B"/>
    <w:rsid w:val="00561647"/>
    <w:rsid w:val="00574010"/>
    <w:rsid w:val="00575CA5"/>
    <w:rsid w:val="005B5BF4"/>
    <w:rsid w:val="005B5E59"/>
    <w:rsid w:val="00603066"/>
    <w:rsid w:val="00633135"/>
    <w:rsid w:val="00644B04"/>
    <w:rsid w:val="00654D56"/>
    <w:rsid w:val="00656043"/>
    <w:rsid w:val="006744CA"/>
    <w:rsid w:val="006B077E"/>
    <w:rsid w:val="006F42F0"/>
    <w:rsid w:val="006F588B"/>
    <w:rsid w:val="00722633"/>
    <w:rsid w:val="00747E94"/>
    <w:rsid w:val="007672CB"/>
    <w:rsid w:val="00797C1B"/>
    <w:rsid w:val="007E72C9"/>
    <w:rsid w:val="007F1ED6"/>
    <w:rsid w:val="00830D4D"/>
    <w:rsid w:val="0088281F"/>
    <w:rsid w:val="0088410E"/>
    <w:rsid w:val="008A615C"/>
    <w:rsid w:val="008B2C3E"/>
    <w:rsid w:val="008C52B7"/>
    <w:rsid w:val="008D03C3"/>
    <w:rsid w:val="008E20F9"/>
    <w:rsid w:val="00902D7D"/>
    <w:rsid w:val="00915359"/>
    <w:rsid w:val="00923C49"/>
    <w:rsid w:val="00952237"/>
    <w:rsid w:val="009722A3"/>
    <w:rsid w:val="00980BC2"/>
    <w:rsid w:val="00990095"/>
    <w:rsid w:val="00997E56"/>
    <w:rsid w:val="009A0B09"/>
    <w:rsid w:val="009E7FCC"/>
    <w:rsid w:val="00A059BD"/>
    <w:rsid w:val="00A0723D"/>
    <w:rsid w:val="00A078B5"/>
    <w:rsid w:val="00A13C9F"/>
    <w:rsid w:val="00A4194C"/>
    <w:rsid w:val="00A6607F"/>
    <w:rsid w:val="00A9504C"/>
    <w:rsid w:val="00A958EB"/>
    <w:rsid w:val="00AA2E71"/>
    <w:rsid w:val="00AB395F"/>
    <w:rsid w:val="00AC7D34"/>
    <w:rsid w:val="00AD1CC2"/>
    <w:rsid w:val="00B22E29"/>
    <w:rsid w:val="00B2470A"/>
    <w:rsid w:val="00B36F53"/>
    <w:rsid w:val="00B822FE"/>
    <w:rsid w:val="00B95D08"/>
    <w:rsid w:val="00BA727C"/>
    <w:rsid w:val="00BB5F61"/>
    <w:rsid w:val="00BC5157"/>
    <w:rsid w:val="00BD28D4"/>
    <w:rsid w:val="00C303F5"/>
    <w:rsid w:val="00C340CF"/>
    <w:rsid w:val="00C45266"/>
    <w:rsid w:val="00C577F1"/>
    <w:rsid w:val="00C7692B"/>
    <w:rsid w:val="00C81011"/>
    <w:rsid w:val="00CA3CB6"/>
    <w:rsid w:val="00CB13D0"/>
    <w:rsid w:val="00CD734F"/>
    <w:rsid w:val="00CE1648"/>
    <w:rsid w:val="00CF428C"/>
    <w:rsid w:val="00D10514"/>
    <w:rsid w:val="00D76CFF"/>
    <w:rsid w:val="00D96D95"/>
    <w:rsid w:val="00DA65FE"/>
    <w:rsid w:val="00DE4FA0"/>
    <w:rsid w:val="00DF1B61"/>
    <w:rsid w:val="00E105C0"/>
    <w:rsid w:val="00E64E1E"/>
    <w:rsid w:val="00EC0A45"/>
    <w:rsid w:val="00EC54B2"/>
    <w:rsid w:val="00EC7EA7"/>
    <w:rsid w:val="00EE5FDD"/>
    <w:rsid w:val="00F17CFF"/>
    <w:rsid w:val="00F736C6"/>
    <w:rsid w:val="00F771DE"/>
    <w:rsid w:val="00F83385"/>
    <w:rsid w:val="00FA002F"/>
    <w:rsid w:val="00FA6D70"/>
    <w:rsid w:val="00FD53F5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631CE-E35F-4576-A70A-481868471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Antragsdatenblatt_31-7-17.dotx</Template>
  <TotalTime>0</TotalTime>
  <Pages>3</Pages>
  <Words>525</Words>
  <Characters>4469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Fuhrherr, Mandy (PTKA)</dc:creator>
  <cp:lastModifiedBy>Steinebrunner, Edwin (PTKA)</cp:lastModifiedBy>
  <cp:revision>9</cp:revision>
  <cp:lastPrinted>2017-07-19T12:26:00Z</cp:lastPrinted>
  <dcterms:created xsi:type="dcterms:W3CDTF">2021-04-14T19:18:00Z</dcterms:created>
  <dcterms:modified xsi:type="dcterms:W3CDTF">2021-04-15T13:00:00Z</dcterms:modified>
</cp:coreProperties>
</file>